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776A7" w:rsidRDefault="009776A7" w:rsidP="00041860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sběrný dvůr – manipulační plocha, </w:t>
            </w:r>
          </w:p>
          <w:p w:rsidR="000C5AE1" w:rsidRPr="003239CB" w:rsidRDefault="009776A7" w:rsidP="00041860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uherský brod - ÚJezdec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E4C0D" w:rsidP="001B20DB">
            <w:pPr>
              <w:rPr>
                <w:szCs w:val="20"/>
              </w:rPr>
            </w:pPr>
            <w:r>
              <w:rPr>
                <w:szCs w:val="20"/>
              </w:rPr>
              <w:t>Masarykovo</w:t>
            </w:r>
            <w:bookmarkStart w:id="0" w:name="_GoBack"/>
            <w:bookmarkEnd w:id="0"/>
            <w:r w:rsidR="000C5AE1">
              <w:rPr>
                <w:szCs w:val="20"/>
              </w:rPr>
              <w:t xml:space="preserve"> nám. 1</w:t>
            </w:r>
            <w:r w:rsidR="001B20DB">
              <w:rPr>
                <w:szCs w:val="20"/>
              </w:rPr>
              <w:t>00</w:t>
            </w:r>
            <w:r w:rsidR="000C5AE1">
              <w:rPr>
                <w:szCs w:val="20"/>
              </w:rPr>
              <w:t>,</w:t>
            </w:r>
            <w:r w:rsidR="000C5AE1"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758C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758C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758C6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758C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758C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4186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28CD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758C6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E4C0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776A7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64BA1-CBA8-451F-AF23-E358C0D25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420859DA.dotm</Template>
  <TotalTime>39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21</cp:revision>
  <cp:lastPrinted>2022-09-06T08:53:00Z</cp:lastPrinted>
  <dcterms:created xsi:type="dcterms:W3CDTF">2023-11-06T12:13:00Z</dcterms:created>
  <dcterms:modified xsi:type="dcterms:W3CDTF">2026-01-26T07:25:00Z</dcterms:modified>
</cp:coreProperties>
</file>